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0C" w:rsidRPr="000F4917" w:rsidRDefault="00D5450C">
      <w:pPr>
        <w:pStyle w:val="a5"/>
        <w:tabs>
          <w:tab w:val="clear" w:pos="4153"/>
          <w:tab w:val="clear" w:pos="8306"/>
        </w:tabs>
      </w:pPr>
    </w:p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>
      <w:bookmarkStart w:id="0" w:name="_GoBack"/>
      <w:bookmarkEnd w:id="0"/>
    </w:p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>
      <w:pPr>
        <w:jc w:val="center"/>
      </w:pPr>
    </w:p>
    <w:p w:rsidR="00D5450C" w:rsidRPr="000F4917" w:rsidRDefault="00D5450C"/>
    <w:p w:rsidR="00D5450C" w:rsidRPr="000F4917" w:rsidRDefault="00D5450C">
      <w:pPr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</w:tblGrid>
      <w:tr w:rsidR="00D5450C" w:rsidRPr="000F4917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853647" w:rsidRPr="000F4917" w:rsidRDefault="00853647" w:rsidP="00853647">
            <w:pPr>
              <w:pStyle w:val="a8"/>
              <w:jc w:val="center"/>
              <w:rPr>
                <w:color w:val="auto"/>
                <w:sz w:val="28"/>
              </w:rPr>
            </w:pPr>
            <w:r w:rsidRPr="000F4917">
              <w:rPr>
                <w:color w:val="auto"/>
                <w:sz w:val="28"/>
              </w:rPr>
              <w:t xml:space="preserve">О мерах по предотвращению распространения </w:t>
            </w:r>
            <w:proofErr w:type="gramStart"/>
            <w:r w:rsidRPr="000F4917">
              <w:rPr>
                <w:color w:val="auto"/>
                <w:sz w:val="28"/>
              </w:rPr>
              <w:t>новой</w:t>
            </w:r>
            <w:proofErr w:type="gramEnd"/>
          </w:p>
          <w:p w:rsidR="00853647" w:rsidRPr="000F4917" w:rsidRDefault="00853647" w:rsidP="00853647">
            <w:pPr>
              <w:pStyle w:val="a8"/>
              <w:jc w:val="center"/>
              <w:rPr>
                <w:color w:val="auto"/>
                <w:sz w:val="28"/>
              </w:rPr>
            </w:pPr>
            <w:proofErr w:type="spellStart"/>
            <w:r w:rsidRPr="000F4917">
              <w:rPr>
                <w:color w:val="auto"/>
                <w:sz w:val="28"/>
              </w:rPr>
              <w:t>коронавирусной</w:t>
            </w:r>
            <w:proofErr w:type="spellEnd"/>
            <w:r w:rsidRPr="000F4917">
              <w:rPr>
                <w:color w:val="auto"/>
                <w:sz w:val="28"/>
              </w:rPr>
              <w:t xml:space="preserve"> инфекции (COVID-19) на территории</w:t>
            </w:r>
          </w:p>
          <w:p w:rsidR="00D5450C" w:rsidRPr="000F4917" w:rsidRDefault="00853647" w:rsidP="00853647">
            <w:pPr>
              <w:pStyle w:val="a8"/>
              <w:jc w:val="center"/>
              <w:rPr>
                <w:color w:val="auto"/>
                <w:sz w:val="28"/>
              </w:rPr>
            </w:pPr>
            <w:r w:rsidRPr="000F4917">
              <w:rPr>
                <w:color w:val="auto"/>
                <w:sz w:val="28"/>
              </w:rPr>
              <w:t xml:space="preserve">Ленинградской области и признании </w:t>
            </w:r>
            <w:proofErr w:type="gramStart"/>
            <w:r w:rsidRPr="000F4917">
              <w:rPr>
                <w:color w:val="auto"/>
                <w:sz w:val="28"/>
              </w:rPr>
              <w:t>утратившими</w:t>
            </w:r>
            <w:proofErr w:type="gramEnd"/>
            <w:r w:rsidRPr="000F4917">
              <w:rPr>
                <w:color w:val="auto"/>
                <w:sz w:val="28"/>
              </w:rPr>
              <w:t xml:space="preserve"> силу отдельных постановлений Правительства </w:t>
            </w:r>
            <w:r w:rsidRPr="000F4917">
              <w:rPr>
                <w:color w:val="auto"/>
                <w:sz w:val="28"/>
              </w:rPr>
              <w:br/>
              <w:t>Ленинградской области</w:t>
            </w:r>
          </w:p>
        </w:tc>
      </w:tr>
    </w:tbl>
    <w:p w:rsidR="00D5450C" w:rsidRPr="000F4917" w:rsidRDefault="00D5450C"/>
    <w:p w:rsidR="00D5450C" w:rsidRPr="000F4917" w:rsidRDefault="00D5450C">
      <w:pPr>
        <w:shd w:val="clear" w:color="auto" w:fill="FFFFFF"/>
        <w:rPr>
          <w:snapToGrid w:val="0"/>
        </w:rPr>
      </w:pPr>
    </w:p>
    <w:p w:rsidR="00BD5688" w:rsidRPr="000F4917" w:rsidRDefault="00BD5688">
      <w:pPr>
        <w:shd w:val="clear" w:color="auto" w:fill="FFFFFF"/>
        <w:rPr>
          <w:snapToGrid w:val="0"/>
        </w:rPr>
      </w:pP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0F4917">
          <w:rPr>
            <w:rFonts w:ascii="Times New Roman" w:hAnsi="Times New Roman" w:cs="Times New Roman"/>
            <w:sz w:val="28"/>
            <w:szCs w:val="28"/>
          </w:rPr>
          <w:t>статьей 31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Федерального закона от 30 марта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1999 года № 52-ФЗ "О санитарно-эпидемиологическом благополучии населения", </w:t>
      </w:r>
      <w:hyperlink r:id="rId9" w:history="1">
        <w:r w:rsidRPr="000F491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от 13 марта 2020 года № 117 "О введении на территории Ленинградской области режима повышенной готовности для органов управления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и сил Ленинградской областной подсистемы РСЧС и некоторых мерах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COVID-19 на территории Ленинградской области", </w:t>
      </w:r>
      <w:hyperlink r:id="rId10" w:history="1">
        <w:r w:rsidRPr="000F491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от 2 марта 2020 года </w:t>
      </w:r>
      <w:r w:rsidR="007D0840" w:rsidRPr="000F4917">
        <w:rPr>
          <w:rFonts w:ascii="Times New Roman" w:hAnsi="Times New Roman" w:cs="Times New Roman"/>
          <w:sz w:val="28"/>
          <w:szCs w:val="28"/>
        </w:rPr>
        <w:t>№</w:t>
      </w:r>
      <w:r w:rsidRPr="000F4917">
        <w:rPr>
          <w:rFonts w:ascii="Times New Roman" w:hAnsi="Times New Roman" w:cs="Times New Roman"/>
          <w:sz w:val="28"/>
          <w:szCs w:val="28"/>
        </w:rPr>
        <w:t xml:space="preserve"> 5 "О дополнительных мерах по снижению рисков завоза и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(2019-nCoV)", постановлениями, предписаниями и предложениями Главного государственного санитарного врача по Ленинградской области,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целях недопущения распространения в Ленинградской области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 Правительство Ленинградской области 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A4645" w:rsidRPr="000F4917" w:rsidRDefault="001A4645" w:rsidP="001A4645">
      <w:pPr>
        <w:autoSpaceDE w:val="0"/>
        <w:autoSpaceDN w:val="0"/>
        <w:adjustRightInd w:val="0"/>
        <w:ind w:firstLine="709"/>
        <w:rPr>
          <w:szCs w:val="28"/>
        </w:rPr>
      </w:pPr>
      <w:r w:rsidRPr="000F4917">
        <w:rPr>
          <w:szCs w:val="28"/>
        </w:rPr>
        <w:t>1. В период режима повышенной готовности: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1.1. Комитету по здравоохранению Ленинградской области: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обеспечить работу медицинских и аптечных организаций Ленинградской области в усиленном режиме и организовать работу медицинских организаций Ленинградской области в соответствии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с рекомендациями Министерства здравоохранения Российской Федерации;</w:t>
      </w:r>
    </w:p>
    <w:p w:rsidR="00457122" w:rsidRPr="000F4917" w:rsidRDefault="00457122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реализацию базовой программы обязательного медицинского страхования Ленинградской области в соответствии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</w:t>
      </w:r>
      <w:hyperlink r:id="rId11" w:history="1">
        <w:r w:rsidRPr="000F491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апреля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2020 года № 432 "Об особенностях реализации базовой программы обязательного медицинского страхования в условиях возникновения угрозы распространения заболеваний, вызванных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инфекцией";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организовать выплату компенсации в размере не более 2000 рублей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месяц за проезд по территории Ленинградской области и Санкт-Петербурга на общественном транспорте от места жительства к месту работы и обратно медицинским работникам государственных организаций здравоохранения Ленинградской области, оказывающим медицинскую помощь гражданам, у которых выявлена новая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инфекция (COVID-19), и лицам из групп риска заражения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(COVID-19);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обеспечить за счет средств областного бюджета Ленинградской области необходимыми лекарственными препаратами по назначению медицинских работников медицинских организаций государственной системы здравоохранения Ленинградской области в соответствии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перечнем, утвержденным Комитетом по здравоохранению Ленинградской области, пациентов с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инфекцией, вызванной вирусом COVID-19, находящихся на лечении в условиях стационара; пациентов с острыми респираторными вирусными инфекциями (ОРВИ), находящихся на амбулаторном лечении;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осуществить за счет средств областного бюджета Ленинградской области формирование резерва средств индивидуальной защиты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нужд медицинских организаций государственной системы здравоохранения Ленинградской области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>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1.1.1. Руководителям медицинских организаций Ленинградской области: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F49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организовать проведение профилактических медицинских осмотров и диспансеризации определенных гру</w:t>
      </w:r>
      <w:proofErr w:type="gramStart"/>
      <w:r w:rsidRPr="000F49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пп взр</w:t>
      </w:r>
      <w:proofErr w:type="gramEnd"/>
      <w:r w:rsidRPr="000F49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ослого населения, в том числе с использованием выездных форм работы;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F49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организовать оказание медицинской помощи в плановой форме  </w:t>
      </w:r>
      <w:r w:rsidR="00457122" w:rsidRPr="000F49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</w:r>
      <w:r w:rsidRPr="000F49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соблюдением требований по обеспечению эпидемиологической безопасности среды в медицинских организациях согласно приложению 1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1.2. Органам исполнительной власти Ленинградской области, имеющим подведомственные образовательные организации: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1.2.1. Организовать реализацию образовательных программ профессионального обучения и дополнительного профессионального образования безработных граждан и граждан, направляемых на обучение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рамках национальных проектов "Демография" и "Производительность труда и поддержка занятости", преимущественно с использованием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дистанционных образовательных технологий, а при невозможности –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по очной форме обучения с соблюдением следующих требований: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группы не более 15 человек;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расстановка посадочных мест в помещениях образовательных организаций должна обеспечивать соблюдение дистанции не менее двух метров между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>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проведение дезинфекционных мероприятий в целях профилактики заболеваний, вызываемых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(COVID-19), и термометрии;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наличие средств индивидуальной защиты органов дыхания (гигиенические маски, повязки, респираторы).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1.2.2.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С 1 сентября 2020 года разрешить реализацию дополнительных общеобразовательных программ в образовательных орга</w:t>
      </w:r>
      <w:r w:rsidR="009536C3" w:rsidRPr="000F4917">
        <w:rPr>
          <w:rFonts w:ascii="Times New Roman" w:hAnsi="Times New Roman" w:cs="Times New Roman"/>
          <w:sz w:val="28"/>
          <w:szCs w:val="28"/>
        </w:rPr>
        <w:t xml:space="preserve">низациях Ленинградской области </w:t>
      </w:r>
      <w:r w:rsidRPr="000F4917">
        <w:rPr>
          <w:rFonts w:ascii="Times New Roman" w:hAnsi="Times New Roman" w:cs="Times New Roman"/>
          <w:sz w:val="28"/>
          <w:szCs w:val="28"/>
        </w:rPr>
        <w:t>в соответствии со сроками, установленными календарными учебными графиками с соблюдением требований, установленных постановлением Главного государственного санитарного врача Российской Федерации от 30 июня 2020 года № 16 "Об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объектов социальной инфраструктуры для детей и молодежи в условиях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(COVID-19)" (далее – постановление Главного госу</w:t>
      </w:r>
      <w:r w:rsidR="009536C3" w:rsidRPr="000F4917">
        <w:rPr>
          <w:rFonts w:ascii="Times New Roman" w:hAnsi="Times New Roman" w:cs="Times New Roman"/>
          <w:sz w:val="28"/>
          <w:szCs w:val="28"/>
        </w:rPr>
        <w:t>д</w:t>
      </w:r>
      <w:r w:rsidRPr="000F4917">
        <w:rPr>
          <w:rFonts w:ascii="Times New Roman" w:hAnsi="Times New Roman" w:cs="Times New Roman"/>
          <w:sz w:val="28"/>
          <w:szCs w:val="28"/>
        </w:rPr>
        <w:t>арственного санитарного врача РФ</w:t>
      </w:r>
      <w:r w:rsidR="009536C3" w:rsidRPr="000F4917">
        <w:rPr>
          <w:rFonts w:ascii="Times New Roman" w:hAnsi="Times New Roman" w:cs="Times New Roman"/>
          <w:sz w:val="28"/>
          <w:szCs w:val="28"/>
        </w:rPr>
        <w:t xml:space="preserve"> от 30 июня 2020 года № 16) </w:t>
      </w:r>
      <w:r w:rsidR="009536C3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по зонам, в зависимости от нахождения в которых устанавливаются ограничения деятельности хозяйствующего субъекта, в соответствии </w:t>
      </w:r>
      <w:r w:rsidR="009536C3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с требованиями раздела "Дополнительное образование" согласно приложен</w:t>
      </w:r>
      <w:r w:rsidR="009536C3" w:rsidRPr="000F4917">
        <w:rPr>
          <w:rFonts w:ascii="Times New Roman" w:hAnsi="Times New Roman" w:cs="Times New Roman"/>
          <w:sz w:val="28"/>
          <w:szCs w:val="28"/>
        </w:rPr>
        <w:t>ию 2 к настоящему постановлению</w:t>
      </w:r>
      <w:r w:rsidRPr="000F49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1.2.3. Организовать доступ обучающихся на открытые спортивные стадионы и площадки общеобразовательных организаций и организаций дополнительного образования с проведением обязательных дезинфекционных мероприятий в целях профилактики заболеваний, вызываемых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(COVID-19),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hyperlink w:anchor="P323" w:history="1">
        <w:r w:rsidRPr="000F4917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"Спорт на открытом воздухе" согласно приложению 2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1.2.4. С 1 сентября 2020 года разрешить реализацию образовательных программ начального общего, основного общего, среднего общего образования, а также адаптированных образовательных программ в очной форме с соблюдением требований, установленных постановлением Главного государственного санитарного врача РФ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от 30 июня 2020 года № 16.</w:t>
      </w:r>
    </w:p>
    <w:p w:rsidR="001A4645" w:rsidRPr="000F4917" w:rsidRDefault="001A4645" w:rsidP="001A4645">
      <w:pPr>
        <w:ind w:firstLine="709"/>
        <w:rPr>
          <w:szCs w:val="28"/>
        </w:rPr>
      </w:pPr>
      <w:r w:rsidRPr="000F4917">
        <w:rPr>
          <w:szCs w:val="28"/>
        </w:rPr>
        <w:t xml:space="preserve">1.2.5. Организовать 1 сентября 2020 года торжественные мероприятия, посвященные Дню знаний, с учетом эпидемиологической обстановки в </w:t>
      </w:r>
      <w:r w:rsidRPr="000F4917">
        <w:rPr>
          <w:bCs/>
          <w:szCs w:val="28"/>
        </w:rPr>
        <w:t>муниципальном районе (городском округе)</w:t>
      </w:r>
      <w:r w:rsidRPr="000F4917">
        <w:rPr>
          <w:szCs w:val="28"/>
        </w:rPr>
        <w:t xml:space="preserve"> в соответствии </w:t>
      </w:r>
      <w:r w:rsidR="00457122" w:rsidRPr="000F4917">
        <w:rPr>
          <w:szCs w:val="28"/>
        </w:rPr>
        <w:br/>
      </w:r>
      <w:r w:rsidR="009536C3" w:rsidRPr="000F4917">
        <w:rPr>
          <w:szCs w:val="28"/>
        </w:rPr>
        <w:br/>
      </w:r>
      <w:r w:rsidRPr="000F4917">
        <w:rPr>
          <w:szCs w:val="28"/>
        </w:rPr>
        <w:lastRenderedPageBreak/>
        <w:t xml:space="preserve">с требованиями </w:t>
      </w:r>
      <w:proofErr w:type="spellStart"/>
      <w:r w:rsidRPr="000F4917">
        <w:rPr>
          <w:szCs w:val="28"/>
        </w:rPr>
        <w:t>Роспотребнадзора</w:t>
      </w:r>
      <w:proofErr w:type="spellEnd"/>
      <w:r w:rsidRPr="000F4917">
        <w:rPr>
          <w:szCs w:val="28"/>
        </w:rPr>
        <w:t>. При проведении торжественных мероприятий, посвященных Дню знаний, предусмотреть:</w:t>
      </w:r>
    </w:p>
    <w:p w:rsidR="001A4645" w:rsidRPr="000F4917" w:rsidRDefault="001A4645" w:rsidP="001A4645">
      <w:pPr>
        <w:pStyle w:val="a9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4917">
        <w:rPr>
          <w:rFonts w:ascii="Times New Roman" w:hAnsi="Times New Roman"/>
          <w:sz w:val="28"/>
          <w:szCs w:val="28"/>
        </w:rPr>
        <w:t>продолжительность торжественных мероприятий не более 30 минут;</w:t>
      </w:r>
    </w:p>
    <w:p w:rsidR="001A4645" w:rsidRPr="000F4917" w:rsidRDefault="001A4645" w:rsidP="001A4645">
      <w:pPr>
        <w:pStyle w:val="a9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4917">
        <w:rPr>
          <w:rFonts w:ascii="Times New Roman" w:hAnsi="Times New Roman"/>
          <w:sz w:val="28"/>
          <w:szCs w:val="28"/>
        </w:rPr>
        <w:t>проведение торжественных мероприятий при благоприятных погодных условиях на свежем воздухе;</w:t>
      </w:r>
    </w:p>
    <w:p w:rsidR="001A4645" w:rsidRPr="000F4917" w:rsidRDefault="001A4645" w:rsidP="001A4645">
      <w:pPr>
        <w:pStyle w:val="a9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4917">
        <w:rPr>
          <w:rFonts w:ascii="Times New Roman" w:hAnsi="Times New Roman"/>
          <w:sz w:val="28"/>
          <w:szCs w:val="28"/>
        </w:rPr>
        <w:t xml:space="preserve">количество участников торжественных мероприятий не более </w:t>
      </w:r>
      <w:r w:rsidR="00457122" w:rsidRPr="000F4917">
        <w:rPr>
          <w:rFonts w:ascii="Times New Roman" w:hAnsi="Times New Roman"/>
          <w:sz w:val="28"/>
          <w:szCs w:val="28"/>
        </w:rPr>
        <w:br/>
      </w:r>
      <w:r w:rsidRPr="000F4917">
        <w:rPr>
          <w:rFonts w:ascii="Times New Roman" w:hAnsi="Times New Roman"/>
          <w:sz w:val="28"/>
          <w:szCs w:val="28"/>
        </w:rPr>
        <w:t>120 обучающихся (воспитанников);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количество приглашенных лиц на торжественное мероприятие (родители (законные представители) несовершеннолетних, гости) не более 120 человек, при условии отдельного размещения от обучающихся (воспитанников) и использования средств индивидуальной защиты органов дыхания (гигиенические маски, респираторы).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1.2.6. Организовать работу в образовательных организациях, реализующих образовательные программы дошкольного образования,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с соблюдением требований, установленных постановлением Главного государственного санитарного врача РФ от 30 июня 2020 года № 16</w:t>
      </w:r>
      <w:r w:rsidR="009536C3" w:rsidRPr="000F4917">
        <w:rPr>
          <w:rFonts w:ascii="Times New Roman" w:hAnsi="Times New Roman" w:cs="Times New Roman"/>
          <w:sz w:val="28"/>
          <w:szCs w:val="28"/>
        </w:rPr>
        <w:t>,</w:t>
      </w:r>
      <w:r w:rsidRPr="000F4917">
        <w:rPr>
          <w:rFonts w:ascii="Times New Roman" w:hAnsi="Times New Roman" w:cs="Times New Roman"/>
          <w:sz w:val="28"/>
          <w:szCs w:val="28"/>
        </w:rPr>
        <w:t xml:space="preserve">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в соответствии с требованиями согласно приложению 2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1.3. Рекомендовать органам местного самоуправления Ленинградской области, а также образовательным организациям всех форм собственности Ленинградской области:</w:t>
      </w:r>
    </w:p>
    <w:p w:rsidR="001A4645" w:rsidRPr="000F4917" w:rsidRDefault="001A4645" w:rsidP="001A4645">
      <w:pPr>
        <w:widowControl w:val="0"/>
        <w:autoSpaceDE w:val="0"/>
        <w:autoSpaceDN w:val="0"/>
        <w:ind w:firstLine="709"/>
        <w:rPr>
          <w:szCs w:val="28"/>
        </w:rPr>
      </w:pPr>
      <w:r w:rsidRPr="000F4917">
        <w:rPr>
          <w:szCs w:val="28"/>
        </w:rPr>
        <w:t xml:space="preserve">1.3.1. Организовать работу в образовательных организациях, реализующих образовательные программы дошкольного образования, </w:t>
      </w:r>
      <w:r w:rsidR="00457122" w:rsidRPr="000F4917">
        <w:rPr>
          <w:szCs w:val="28"/>
        </w:rPr>
        <w:br/>
      </w:r>
      <w:r w:rsidRPr="000F4917">
        <w:rPr>
          <w:szCs w:val="28"/>
        </w:rPr>
        <w:t xml:space="preserve">с соблюдением требований, установленных постановлением Главного государственного санитарного врача РФ от 30 июня 2020 года № 16, </w:t>
      </w:r>
      <w:r w:rsidR="00457122" w:rsidRPr="000F4917">
        <w:rPr>
          <w:szCs w:val="28"/>
        </w:rPr>
        <w:br/>
      </w:r>
      <w:r w:rsidRPr="000F4917">
        <w:rPr>
          <w:szCs w:val="28"/>
        </w:rPr>
        <w:t>в соответствии с требованиями согласно приложению 2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1.3.2.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С 1 сентября 2020 года разрешить реализацию дополнительных общеобразовательных программ в образовательных орга</w:t>
      </w:r>
      <w:r w:rsidR="009536C3" w:rsidRPr="000F4917">
        <w:rPr>
          <w:rFonts w:ascii="Times New Roman" w:hAnsi="Times New Roman" w:cs="Times New Roman"/>
          <w:sz w:val="28"/>
          <w:szCs w:val="28"/>
        </w:rPr>
        <w:t xml:space="preserve">низациях Ленинградской области </w:t>
      </w:r>
      <w:r w:rsidRPr="000F4917">
        <w:rPr>
          <w:rFonts w:ascii="Times New Roman" w:hAnsi="Times New Roman" w:cs="Times New Roman"/>
          <w:sz w:val="28"/>
          <w:szCs w:val="28"/>
        </w:rPr>
        <w:t>в соответствии со сроками, установленными календарными учебными графиками</w:t>
      </w:r>
      <w:r w:rsidR="009536C3" w:rsidRPr="000F4917">
        <w:rPr>
          <w:rFonts w:ascii="Times New Roman" w:hAnsi="Times New Roman" w:cs="Times New Roman"/>
          <w:sz w:val="28"/>
          <w:szCs w:val="28"/>
        </w:rPr>
        <w:t>,</w:t>
      </w:r>
      <w:r w:rsidRPr="000F4917">
        <w:rPr>
          <w:rFonts w:ascii="Times New Roman" w:hAnsi="Times New Roman" w:cs="Times New Roman"/>
          <w:sz w:val="28"/>
          <w:szCs w:val="28"/>
        </w:rPr>
        <w:t xml:space="preserve"> с соблюдением требований, установленных постановлением Главного государственного санитарного врача РФ от 30 июня 2020 года № 16</w:t>
      </w:r>
      <w:r w:rsidR="009536C3" w:rsidRPr="000F4917">
        <w:rPr>
          <w:rFonts w:ascii="Times New Roman" w:hAnsi="Times New Roman" w:cs="Times New Roman"/>
          <w:sz w:val="28"/>
          <w:szCs w:val="28"/>
        </w:rPr>
        <w:t>,</w:t>
      </w:r>
      <w:r w:rsidRPr="000F4917">
        <w:rPr>
          <w:rFonts w:ascii="Times New Roman" w:hAnsi="Times New Roman" w:cs="Times New Roman"/>
          <w:sz w:val="28"/>
          <w:szCs w:val="28"/>
        </w:rPr>
        <w:t xml:space="preserve"> по зонам, в зависимости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от нахождения в которых устанавливаются ограничения деятельности хозяйствующего субъекта, в соответствии с требованиями раздела "Дополнительное образование" согласно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приложению 2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1.3.3. Организовать доступ обучающихся на открытые спортивные стадионы и площадки общеобразовательных организаций и организаций дополнительного образования с проведением обязательных дезинфекционных мероприятий в целях профилактики заболеваний, вызываемых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(COVID-19),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hyperlink w:anchor="P323" w:history="1">
        <w:r w:rsidRPr="000F4917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"Спорт на открытом воздухе" согласно приложению 2 к настоящему постановлению.</w:t>
      </w:r>
    </w:p>
    <w:p w:rsidR="009536C3" w:rsidRPr="000F4917" w:rsidRDefault="009536C3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1.3.4. С 1 сентября 2020 года разрешить реализацию образовательных программ начального общего, основного общего, среднего общего образования, дополнительных общеобразовательных программ, а также адаптированных образовательных программ в очной форме с соблюдением требований, установленных постановлением Главного государственного санитарного врача РФ от 30 июня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2020 года № 16.</w:t>
      </w:r>
    </w:p>
    <w:p w:rsidR="001A4645" w:rsidRPr="000F4917" w:rsidRDefault="001A4645" w:rsidP="001A4645">
      <w:pPr>
        <w:ind w:firstLine="709"/>
        <w:rPr>
          <w:szCs w:val="28"/>
        </w:rPr>
      </w:pPr>
      <w:r w:rsidRPr="000F4917">
        <w:rPr>
          <w:szCs w:val="28"/>
        </w:rPr>
        <w:t xml:space="preserve">1.3.5. Организовать 1 сентября 2020 года торжественные мероприятия, посвященные Дню знаний, с учетом эпидемиологической обстановки в муниципальном образовании в соответствии с требованиями </w:t>
      </w:r>
      <w:proofErr w:type="spellStart"/>
      <w:r w:rsidRPr="000F4917">
        <w:rPr>
          <w:szCs w:val="28"/>
        </w:rPr>
        <w:t>Роспотребнадзора</w:t>
      </w:r>
      <w:proofErr w:type="spellEnd"/>
      <w:r w:rsidRPr="000F4917">
        <w:rPr>
          <w:szCs w:val="28"/>
        </w:rPr>
        <w:t>. При проведении торжественных мероприятий, посвященных Дню знаний, предусмотреть:</w:t>
      </w:r>
    </w:p>
    <w:p w:rsidR="001A4645" w:rsidRPr="000F4917" w:rsidRDefault="001A4645" w:rsidP="001A4645">
      <w:pPr>
        <w:ind w:firstLine="709"/>
        <w:rPr>
          <w:szCs w:val="28"/>
        </w:rPr>
      </w:pPr>
      <w:r w:rsidRPr="000F4917">
        <w:rPr>
          <w:szCs w:val="28"/>
        </w:rPr>
        <w:t>продолжительность торжественных мероприятий не более 30 минут;</w:t>
      </w:r>
    </w:p>
    <w:p w:rsidR="001A4645" w:rsidRPr="000F4917" w:rsidRDefault="001A4645" w:rsidP="001A4645">
      <w:pPr>
        <w:ind w:firstLine="709"/>
        <w:rPr>
          <w:szCs w:val="28"/>
        </w:rPr>
      </w:pPr>
      <w:r w:rsidRPr="000F4917">
        <w:rPr>
          <w:szCs w:val="28"/>
        </w:rPr>
        <w:t xml:space="preserve">проведение торжественных мероприятий при благоприятных погодных условиях на свежем воздухе; </w:t>
      </w:r>
    </w:p>
    <w:p w:rsidR="001A4645" w:rsidRPr="000F4917" w:rsidRDefault="001A4645" w:rsidP="001A4645">
      <w:pPr>
        <w:ind w:firstLine="709"/>
        <w:rPr>
          <w:szCs w:val="28"/>
        </w:rPr>
      </w:pPr>
      <w:r w:rsidRPr="000F4917">
        <w:rPr>
          <w:szCs w:val="28"/>
        </w:rPr>
        <w:t xml:space="preserve">количество участников торжественных мероприятий не более </w:t>
      </w:r>
      <w:r w:rsidR="00457122" w:rsidRPr="000F4917">
        <w:rPr>
          <w:szCs w:val="28"/>
        </w:rPr>
        <w:br/>
      </w:r>
      <w:r w:rsidRPr="000F4917">
        <w:rPr>
          <w:szCs w:val="28"/>
        </w:rPr>
        <w:t>120 обучающихся (воспитанников);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количество приглашенных лиц на торжественное мероприятие (родители (законные представители) несовершеннолетних, гости) не более 120 человек, при условии отдельного размещения от обучающихся (воспитанников) и использования средств индивидуальной защиты органов дыхания (гигиенические маски, респираторы).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1.4. Руководителям подведомственных государственных образовательных организаций Ленинградской области: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1.4.1. Обеспечить доступ обучающихся на открытые спортивные стадионы и площадки с проведением обязательных дезинфекционных мероприятий в целях профилактики заболеваний, вызываемых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(COVID-19), в соответствии с требованиями </w:t>
      </w:r>
      <w:hyperlink w:anchor="P323" w:history="1">
        <w:r w:rsidRPr="000F4917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"Спорт на открытом воздухе" согласно приложению 2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1.4.2. Обеспечить возможность прохождения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профессиональных проб (тестирований) с соблюдением следующих обязательных требований: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группа не более 10 человек;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расстановка посадочных мест в помещениях должна обеспечивать соблюдение дистанции не менее 1,5 метра между участниками профессиональных проб (тестирований);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проведение дезинфекционных мероприятий в целях профилактики заболеваний, вызываемых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(COVID-19), и термометрии;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наличие средств индивидуальной защиты органов дыхания (гигиенические маски, респираторы).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1.4.3.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Организовать в образовательных организациях высшего образования образовательный процесс очно с соблюдением Рекомендаций по профилактике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в образовательных организациях высшего образования, утвержденных Руководителем Федеральной службы по надзору в сфере защиты прав потребителей и благополучия человека </w:t>
      </w:r>
      <w:r w:rsidR="009536C3" w:rsidRPr="000F4917">
        <w:rPr>
          <w:rFonts w:ascii="Times New Roman" w:hAnsi="Times New Roman" w:cs="Times New Roman"/>
          <w:sz w:val="28"/>
          <w:szCs w:val="28"/>
        </w:rPr>
        <w:t>– Главным государственным санитарным врачом Российской Федерации</w:t>
      </w:r>
      <w:r w:rsidRPr="000F4917">
        <w:rPr>
          <w:rFonts w:ascii="Times New Roman" w:hAnsi="Times New Roman" w:cs="Times New Roman"/>
          <w:sz w:val="28"/>
          <w:szCs w:val="28"/>
        </w:rPr>
        <w:t xml:space="preserve"> 29 июля 2020 года </w:t>
      </w:r>
      <w:r w:rsidR="009536C3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№ МР 3.1/2.1.0205-20, а также в соответствии с рекомендациями Министерства науки и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высшего образования Российской Федерации. 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1.4.4. Организовать в образовательных организациях среднего профессионального образования образовательный процесс очно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соблюдением Рекомендаций по профилактике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 Федеральной службы по надзору в сфере защиты прав потребителей и благополучия человека, а также в соответствии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с рекомендациями Министерства просвещения Российской Федерации.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1.4.5. </w:t>
      </w:r>
      <w:r w:rsidRPr="000F4917">
        <w:rPr>
          <w:rFonts w:ascii="Times New Roman" w:hAnsi="Times New Roman" w:cs="Times New Roman"/>
          <w:iCs/>
          <w:sz w:val="28"/>
          <w:szCs w:val="28"/>
        </w:rPr>
        <w:t xml:space="preserve">Организовать деятельность организаций для детей-сирот </w:t>
      </w:r>
      <w:r w:rsidR="00457122" w:rsidRPr="000F4917">
        <w:rPr>
          <w:rFonts w:ascii="Times New Roman" w:hAnsi="Times New Roman" w:cs="Times New Roman"/>
          <w:iCs/>
          <w:sz w:val="28"/>
          <w:szCs w:val="28"/>
        </w:rPr>
        <w:br/>
      </w:r>
      <w:r w:rsidRPr="000F4917">
        <w:rPr>
          <w:rFonts w:ascii="Times New Roman" w:hAnsi="Times New Roman" w:cs="Times New Roman"/>
          <w:iCs/>
          <w:sz w:val="28"/>
          <w:szCs w:val="28"/>
        </w:rPr>
        <w:t>и детей, оставшихся без попечения родителей, подведомственных комитету общего и профессионального образования Ленинградской области, в соответствии с требованиями, установленными постановлением Главного санитарного врача РФ от 30 июня 2020 года № 16.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1.5. Управлению Ленинградской области по транспорту: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1.5.1. Во взаимодействии с главами администраций муниципальных районов (городского округа) Ленинградской области организовать работу общественного транспорта и работу легкового такси с учетом требования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о применении работниками, осуществляющими прямой контакт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с пассажирами, средств индивидуальной защиты (гигиеническая маска, перчатки одноразовые).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1.5.2.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Обеспечить техническую возможность продления срока действия единых социальных проездных билетов жителям Ленинградской области, которым Социальным </w:t>
      </w:r>
      <w:hyperlink r:id="rId12" w:history="1">
        <w:r w:rsidRPr="000F491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Ленинградской области предоставлено право льготного проезда на маршрутах регулярных перевозок по регулируемым тарифам, на количество дней (поездок), которое не было использовано ими в период действия ограничительных мероприятий 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 на территории Ленинградской области в апреле – мае 2020 года.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Продление срока действия единых социальных проездных билетов осуществляется единовременно при их активации с 15 июня 2020 года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по 31 декабря 2020 года.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1.6. Комитету по топливно-энергетическому комплексу Ленинградской области обеспечить организацию бесперебойной работы предприятий и организаций по предоставлению услуг в сфере энергетики.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1.7. Комитету по жилищно-коммунальному хозяйству Ленинградской области обеспечить бесперебойную работу предприятий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 организаций по предоставлению услуг в сфере жилищно-коммунального хозяйства.</w:t>
      </w:r>
    </w:p>
    <w:p w:rsidR="004D7326" w:rsidRPr="000F4917" w:rsidRDefault="004D7326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326" w:rsidRPr="000F4917" w:rsidRDefault="004D7326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1.8. Комитету Ленинградской области по организации и контролю деятельности по обращению с отходами обеспечить работу предприятий </w:t>
      </w:r>
      <w:r w:rsidR="00457122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 организаций по вывозу твердых бытовых и коммунальных отходов.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1.9.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Комитету экономического развития и инвестиционной деятельности Ленинградской области, комитету по труду и занятости населения Ленинградской области совместно с органами исполнительной власти Ленинградской области обеспечить исполнение Методических рекомендаций по режиму труда органов государственной власти, органов местного самоуправления и организаций с участием государства, разработанных Министерством труда и социальной защиты Российской Федерации в соответствии с поручением Правительства Российской Федерации от 16 марта 2020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года № ММ-П9-1861.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1.10. Комитету по местному самоуправлению, межнациональным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 межконфессиональным отношениям Ленинградской области осуществлять контроль исполнения запрета на проведение массовых мероприятий на территории Ленинградской области.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1.11. Учреждениям культуры Ленинградской области обеспечить соблюдение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а также всех норм эпидемиологической безопасности (санитарная обработка помещений не менее трех раз в день, контактных поверхностей ручек дверей – не реже одного раза в час, установка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санитайзеров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>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Музеям, расположенным на территории Ленинградской области, организовывать экскурсионные мероприятия на открытом воздухе.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Доступ посетителей, в том числе индивидуальных посетителей,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парковые зоны музеев (музейных комплексов) разрешается при соблюдении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Допуск индивидуальных посетителей и организованных групп разрешается при соблюдении требований, предусмотренных </w:t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а также с запретом </w:t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на предоставление посетителям во временное пользование системы "Аудиогид" и других контактных средств для самостоятельного знакомства с экспозицией (за исключением выездных виртуальных экскурсий с использованием 3D-очков при их индивидуальной дезинфекции и наличии отрицательного результата теста на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</w:t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у сотрудников музеев, допущенных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к организации таких экскурсий) </w:t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при условии соблюдения всех норм эпидемиологической безопасности (санитарная обработка помещений не менее трех раз в день, контактных поверхностей ручек дверей – не реже одного раза в час, установка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санитайзеров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>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Деятельность театров и концертных организаций Ленинградской области допускается при соблюдении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а также при соблюдении социальной дистанции и всех норм эпидемиологической безопасности </w:t>
      </w: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(санитарная обработка помещений не менее трех раз в день, контактных поверхностей ручек дверей – не реже одного раза в час, установка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санитайзеров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>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Деятельность учреждений культурно-досугового типа </w:t>
      </w:r>
      <w:r w:rsidR="004D7326" w:rsidRPr="000F4917">
        <w:rPr>
          <w:rFonts w:ascii="Times New Roman" w:hAnsi="Times New Roman" w:cs="Times New Roman"/>
          <w:sz w:val="28"/>
          <w:szCs w:val="28"/>
        </w:rPr>
        <w:t>Л</w:t>
      </w:r>
      <w:r w:rsidRPr="000F4917">
        <w:rPr>
          <w:rFonts w:ascii="Times New Roman" w:hAnsi="Times New Roman" w:cs="Times New Roman"/>
          <w:sz w:val="28"/>
          <w:szCs w:val="28"/>
        </w:rPr>
        <w:t>енин</w:t>
      </w:r>
      <w:r w:rsidR="004D7326" w:rsidRPr="000F4917">
        <w:rPr>
          <w:rFonts w:ascii="Times New Roman" w:hAnsi="Times New Roman" w:cs="Times New Roman"/>
          <w:sz w:val="28"/>
          <w:szCs w:val="28"/>
        </w:rPr>
        <w:t>-</w:t>
      </w:r>
      <w:r w:rsidRPr="000F4917">
        <w:rPr>
          <w:rFonts w:ascii="Times New Roman" w:hAnsi="Times New Roman" w:cs="Times New Roman"/>
          <w:sz w:val="28"/>
          <w:szCs w:val="28"/>
        </w:rPr>
        <w:t xml:space="preserve">градской области в части методической работы, репетиционного процесса, кружковой работы допускается при соблюдении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а также социальной дистанции и всех норм эпидемиологической безопасности (санитарная обработка помещений не менее трех раз в день, контактных поверхностей ручек дверей – не реже одного раза в час, установка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санитайзеров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Государственным и муниципальным библиотекам обеспечить библиотечное обслуживание населения Ленинградской области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ограничением максимального количества посетителей не более одного человека на 10 квадратных метров при соблюдении всех норм эпидемиологической безопасности (санитарная обработка помещений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не менее трех раз в день, контактных поверхностей ручек дверей – не реже одного раза в час, установка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санитайзеров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), а также при соблюдении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1.12. Запретить деятельность организаций отдыха детей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и их оздоровления всех форм собственности, расположенных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на территории Ленинградской области, за исключением случаев, предусмотренных </w:t>
      </w:r>
      <w:hyperlink w:anchor="P156" w:history="1">
        <w:r w:rsidRPr="000F4917">
          <w:rPr>
            <w:rFonts w:ascii="Times New Roman" w:hAnsi="Times New Roman" w:cs="Times New Roman"/>
            <w:sz w:val="28"/>
            <w:szCs w:val="28"/>
          </w:rPr>
          <w:t>пунктом 1.26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настоящего постановления, до принятия решения об открытии организаций отдыха детей и их оздоровления межведомственным штабом по недопущению распространения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на территории Ленинградской области очагов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инфекции, вызванной COVID-19.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1.13. Управлению делами Правительства Ленинградской области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целях изоляции на основании </w:t>
      </w:r>
      <w:hyperlink r:id="rId13" w:history="1">
        <w:r w:rsidRPr="000F491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30 марта 2020 года № 9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"О дополнительных мерах по недопущению распространения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COVID-2019" обеспечить транспортирование лиц, вернувшихся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в Российскую Федерацию.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1.14. Осуществление деятельности курортами, санаториями, профилакториями, базами отдыха, объектами массового отдыха, гостиницами, а также организациями, осуществляющими деятельность горнолыжных трасс, расположенными на территории Ленинградской области, в том числе на территории лесов, допускается при соблюдении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1.15.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Комитету по жилищно-коммунальному хозяйству Ленинградской области, Комитету по дорожному хозяйству Ленинградской области, комитету государственного жилищного надзора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и контроля Ленинградской области обеспечить дезинфекцию дворовых </w:t>
      </w: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территорий, общественных пространств и улиц населенных пунктов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на территориях муниципальных образований Ленинградской области, отнесенных приложением 2 к настоящему постановлению к </w:t>
      </w:r>
      <w:hyperlink w:anchor="P248" w:history="1">
        <w:r w:rsidRPr="000F4917">
          <w:rPr>
            <w:rFonts w:ascii="Times New Roman" w:hAnsi="Times New Roman" w:cs="Times New Roman"/>
            <w:sz w:val="28"/>
            <w:szCs w:val="28"/>
          </w:rPr>
          <w:t>зоне 1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,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не менее одного раза в неделю.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1.16. Управлению ветеринарии Ленинградской области обеспечить дезинфекцию входов аптек, предприятий торговли, осуществляющих реализацию продовольственной продукции населению, павильонов остановок общественного автотранспорта, детских площадок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с периодичностью, устанавливаемой оперативными штабами муниципальных образований Ленинградской области.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1.17. Работодателям, главам администраций муниципальных районов Ленинградской области ввести карантин на всех предприятиях, организациях Ленинградской области в местах проживания временной рабочей силы.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1.18. Комитету по труду и занятости населения Ленинградской области обеспечить личный прием граждан в государственном казенном учреждении Ленинградской области "Центр занятости населения"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1.19. Особенности осуществления хозяйствующими субъектами отдельных видов деятельности предусмотрены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Все хозяйствующие субъекты, осуществляющие деятельность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на территории Ленинградской области, в том числе хозяйствующие субъекты, осуществлявшие деятельность до вступления в силу настоящего постановления, обязаны: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руководствоваться </w:t>
      </w:r>
      <w:hyperlink r:id="rId14" w:history="1">
        <w:r w:rsidRPr="000F4917">
          <w:rPr>
            <w:rFonts w:ascii="Times New Roman" w:hAnsi="Times New Roman" w:cs="Times New Roman"/>
            <w:sz w:val="28"/>
            <w:szCs w:val="28"/>
          </w:rPr>
          <w:t>пунктом 1.3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постановления Главного государственного санитарного врача Российской Федерации от 13 марта 2020 года № 6 "О дополнительных мерах по снижению рисков распространения COVID-2019";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руководствоваться перечнем превентивных мер для организаций торговли, общественного питания и бытового обслуживания Ленинградской области в целях недопущения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инфекции, согласованным руководителем Управления Федеральной службы по надзору в сфере защиты прав потребителей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 благополучия человека по Ленинградской области – Главным государственным санитарным врачом по Ленинградской области письмом от 3 апреля 2020 года № 47-00-02/31-2025-2020;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разместить в общедоступном месте перечень принятых ими мер, направленных на снижение рисков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(COVID-19), в наглядной и доступной форме,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в том числе способами, принятыми в отдельных сферах обслуживания потребителей, с обязательным указанием номера контактного телефона комитета по развитию малого, среднего бизнеса и потребительского рынк</w:t>
      </w:r>
      <w:r w:rsidR="004D7326" w:rsidRPr="000F4917">
        <w:rPr>
          <w:rFonts w:ascii="Times New Roman" w:hAnsi="Times New Roman" w:cs="Times New Roman"/>
          <w:sz w:val="28"/>
          <w:szCs w:val="28"/>
        </w:rPr>
        <w:t>а Ленинградской области (8(800)</w:t>
      </w:r>
      <w:r w:rsidRPr="000F4917">
        <w:rPr>
          <w:rFonts w:ascii="Times New Roman" w:hAnsi="Times New Roman" w:cs="Times New Roman"/>
          <w:sz w:val="28"/>
          <w:szCs w:val="28"/>
        </w:rPr>
        <w:t>302-08-13);</w:t>
      </w:r>
      <w:proofErr w:type="gramEnd"/>
    </w:p>
    <w:p w:rsidR="004D7326" w:rsidRPr="000F4917" w:rsidRDefault="004D7326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lastRenderedPageBreak/>
        <w:t>осуществлять обслуживание посетителей при использовании обслуживающим персоналом средств индивидуальной защиты (гигиеническая маска, повязка, респиратор), применение перчаток носит рекомендательный характер;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предприятиям торговли обеспечить выполнение Методических </w:t>
      </w:r>
      <w:hyperlink r:id="rId15" w:history="1">
        <w:r w:rsidRPr="000F4917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МР 3.1/2.3.5.0191-20, утвержденных руководителем Федеральной службы по надзору в сфере защиты прав потребителей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 благополучия человека – Главным государственным санитарным врачом Российской Федерации 1 июня 2020 года, а также обеспечить посетителям возможность приобретения гигиенических масок.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Хозяйствующие субъекты обязаны осуществлять контроль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за обязательным использованием посетителями, покупателями, клиентами, находящимися на территории, в том числе в помещениях, используемых указанными хозяйствующими субъектами для осуществления деятельности, средств индивидуальной защиты органов дыхания (гигиеническая маска, повязка, респиратор) в случаях, если использование таких средств индивидуальной защиты органов дыхания является обязательным в соответствии с настоящим постановлением.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За несоблюдение указанных требований установлена административная ответственность вплоть до приостановки деятельности.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1.19.1. Деятельность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фитнес-центров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(фитнес-клубов), плавательных бассейнов, организацию занятий спортом в помещениях осуществлять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учетом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при условии: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предварительной записи посетителей;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использования работниками средств индивидуальной защиты органов дыхания и рук;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соблюдения между работниками и посетителями дистанции не менее 1,5 метра, в том числе путем нанесения специальной разметки;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соблюдения между посетителями в зале для занятий спортом дистанции не менее 1,5 метра методом расстановки спортивного оборудования, нанесения разметки в студиях групповых занятий,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а также закрытия части кабинок для переодевания;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обеспечения нахождения в помещениях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фитнес-центров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не более одного человека на 4 квадратных метра площади зала для занятия спортом;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соблюдения иных санитарных мер (использование оборудования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по обеззараживанию воздуха в помещениях, антисептическая обработка рук при входе, дезинфекция помещений и контактных поверхностей, регулярное проветривание).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F4917">
        <w:rPr>
          <w:rFonts w:ascii="Times New Roman" w:hAnsi="Times New Roman"/>
          <w:bCs/>
          <w:sz w:val="28"/>
          <w:szCs w:val="28"/>
        </w:rPr>
        <w:t xml:space="preserve">1.20. Работу ресторанов, кафе, столовых, буфетов, баров, закусочных и иных предприятий общественного питания, в том числе при гостиницах и иных средствах размещения, осуществлять с учетом требований, предусмотренных </w:t>
      </w:r>
      <w:hyperlink w:anchor="P236" w:history="1">
        <w:r w:rsidRPr="000F4917">
          <w:rPr>
            <w:rStyle w:val="aa"/>
            <w:rFonts w:ascii="Times New Roman" w:hAnsi="Times New Roman"/>
            <w:bCs/>
            <w:color w:val="auto"/>
            <w:sz w:val="28"/>
            <w:szCs w:val="28"/>
            <w:u w:val="none"/>
          </w:rPr>
          <w:t>приложением 2</w:t>
        </w:r>
      </w:hyperlink>
      <w:r w:rsidRPr="000F4917">
        <w:rPr>
          <w:rFonts w:ascii="Times New Roman" w:hAnsi="Times New Roman"/>
          <w:bCs/>
          <w:sz w:val="28"/>
          <w:szCs w:val="28"/>
        </w:rPr>
        <w:t xml:space="preserve"> к настоящему постановлению. 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F4917">
        <w:rPr>
          <w:rFonts w:ascii="Times New Roman" w:hAnsi="Times New Roman"/>
          <w:bCs/>
          <w:sz w:val="28"/>
          <w:szCs w:val="28"/>
        </w:rPr>
        <w:t xml:space="preserve">Рекомендовать органам местного самоуправления осуществлять </w:t>
      </w:r>
      <w:r w:rsidR="00BA47D6" w:rsidRPr="000F4917">
        <w:rPr>
          <w:rFonts w:ascii="Times New Roman" w:hAnsi="Times New Roman"/>
          <w:bCs/>
          <w:sz w:val="28"/>
          <w:szCs w:val="28"/>
        </w:rPr>
        <w:br/>
      </w:r>
      <w:r w:rsidRPr="000F4917">
        <w:rPr>
          <w:rFonts w:ascii="Times New Roman" w:hAnsi="Times New Roman"/>
          <w:bCs/>
          <w:sz w:val="28"/>
          <w:szCs w:val="28"/>
        </w:rPr>
        <w:t xml:space="preserve">в течение пяти дней согласование размещения организациями </w:t>
      </w:r>
      <w:r w:rsidRPr="000F4917">
        <w:rPr>
          <w:rFonts w:ascii="Times New Roman" w:hAnsi="Times New Roman"/>
          <w:bCs/>
          <w:sz w:val="28"/>
          <w:szCs w:val="28"/>
        </w:rPr>
        <w:lastRenderedPageBreak/>
        <w:t>общественного питания и индивидуальными предпринимателями летних террас.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1.21. Работу парикмахерских, салонов красоты, косметических салонов и иных объектов, в которых оказываются подобные услуги, предусматривающие очное присутствие гражданина, осуществлять </w:t>
      </w:r>
      <w:r w:rsidR="00BA47D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учетом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и при условии: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обязательной дезинфекции контактных поверхностей (мебели, оргтехники и других) каждые два часа;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наличия запаса дезинфицирующих сре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я уборки помещений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 обработки рук сотрудников;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использования входной термометрии сотрудников и посетителей. При выявлении повышенной температуры и (или) симптомов ОРВИ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не допускать обслуживания посетителей, обеспечить незамедлительное отстранение сотрудников от работы;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обеспечения и использования сотрудниками и посетителями средств индивидуальной защиты (гигиенические маски), применение перчаток носит рекомендательный характер;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ведения списков посетителей, содержащих фамилию, имя, отчество (при наличии), номера мобильных телефонов, дату посещения;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обеспечения использования естественной вентиляции помещений.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1.22.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Управлению ветеринарии Ленинградской области организовать выплату компенсации в размере не более 2000 рублей в месяц за проезд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по территории Ленинградской области и Санкт-Петербурга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на общественном транспорте от места жительства к месту работы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и обратно сотрудникам Управления ветеринарии Ленинградской области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и его подведомственных учреждений, обеспечивающим дезинфекционные мероприятия в целях предотвращения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1.23. Комитету по социальной защите населения Ленинградской области: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1.23.1. Обеспечить согласование введения в подведомственных государственных учреждениях социального обслуживания Ленинградской области (далее – учреждения социального обслуживания) ограничительных мероприятий, предусматривающих особый режим работы учреждений, с учетом санитарно-эпидемиологической обстановки на территориях соответствующих муниципальных образований Ленинградской области.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1.23.2. При выявлении случаев заболевания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 у сотрудников учреждений социального обслуживания и</w:t>
      </w:r>
      <w:r w:rsidR="004D7326" w:rsidRPr="000F4917">
        <w:rPr>
          <w:rFonts w:ascii="Times New Roman" w:hAnsi="Times New Roman" w:cs="Times New Roman"/>
          <w:sz w:val="28"/>
          <w:szCs w:val="28"/>
        </w:rPr>
        <w:t xml:space="preserve"> </w:t>
      </w:r>
      <w:r w:rsidRPr="000F4917">
        <w:rPr>
          <w:rFonts w:ascii="Times New Roman" w:hAnsi="Times New Roman" w:cs="Times New Roman"/>
          <w:sz w:val="28"/>
          <w:szCs w:val="28"/>
        </w:rPr>
        <w:t>(или) получателей социальных услуг организовать работу учреждений с введением ограничительных мероприятий, предусматривающих особый режим работы.</w:t>
      </w:r>
    </w:p>
    <w:p w:rsidR="004D7326" w:rsidRPr="000F4917" w:rsidRDefault="004D7326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326" w:rsidRPr="000F4917" w:rsidRDefault="004D7326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lastRenderedPageBreak/>
        <w:t>1.23.3. Организовать режим работы Ленинградского областного государственного казенного учреждения "Центр социальной защиты населения" по приему документов от граждан по предварительной записи.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1.23.4.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Организовать взаимодействие государственных учреждений социального обслуживания Ленинградской области с органами местного самоуправления Ленинградской области с целью оказания бесплатной социально-бытовой помощи на дому гражданам пожилого возраста, достигшим возраста 65 лет и старше, страдающим хроническими заболеваниями, входящими в </w:t>
      </w:r>
      <w:hyperlink w:anchor="P198" w:history="1">
        <w:r w:rsidRPr="000F491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заболеваний, требующих соблюдения режима самоизоляции, согласно приложению 3 к настоящему постановлению, не признанным нуждающимися в социальном обслуживании.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1.23.5. Организовать за счет средств областного бюджета Ленинградской области обеспечение средствами индивидуальной защиты органов дыхания (гигиенические маски) граждан, проживающих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на территории Ленинградской области, из числа: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получателей федеральной социальной доплаты к пенсии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6" w:history="1">
        <w:r w:rsidRPr="000F49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от 17 июля 1999 года № 178-ФЗ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"О государственной социальной помощи";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членов многодетных семей и многодетных приемных семей, проживающих на территории Ленинградской области, имеющих среднедушевой денежный доход, не превышающий 70 процентов величины среднего дохода, сложившегося в Ленинградской области;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членов семей, проживающих на территории Ленинградской области, имеющих среднедушевой денежный доход, не превышающий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40 процентов величины среднего дохода, сложившегося в Ленинградской области;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членов семей, имеющих детей-инвалидов, проживающих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на территории Ленинградской области.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1.23.6.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Обеспечить информирование жителей Ленинградской области и организаций, осуществляющих реализацию (активацию (продажу) единых социальных проездных билетов (операторов продаж), о порядке продления срока действия единых социальных проездных билетов, которые не были использованы жителями Ленинградской области в период действия ограничительных мероприятий 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на территории Ленинградской области в апреле – мае 2020 года.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1.24. Рекомендовать негосударственным поставщикам социальных услуг, включенным в Реестр поставщиков социальных услуг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Ленинградской области, при выявлении случаев заболевания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 у сотрудников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 (или) получателей социальных услуг вводить ограничительные мероприятия, предусматривающие особый режим работы.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1.25.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Комитету общего и профессионального образования Ленинградской области совместно с Комитетом по здравоохранению </w:t>
      </w: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Ленинградской области, комитетом по социальной защите населения Ленинградской области и администрациями муниципальных районов (городского округа) Ленинградской области при необходимости организовать передачу безвозмездно во временное пользование автотранспортных средств (автобусов) организациям, подведомственным Комитету по здравоохранению Ленинградской области и комитету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по социальной защите населения Ленинградской области, на период введения на территории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Ленинградской области режима повышенной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готовности в связи с угрозой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6"/>
      <w:bookmarkEnd w:id="1"/>
      <w:r w:rsidRPr="000F4917">
        <w:rPr>
          <w:rFonts w:ascii="Times New Roman" w:hAnsi="Times New Roman" w:cs="Times New Roman"/>
          <w:sz w:val="28"/>
          <w:szCs w:val="28"/>
        </w:rPr>
        <w:t>1.26. Разрешить со 2 июля 2020 года деятельность следующих типов организаций отдыха детей и их оздоровления всех форм собственности, расположенных на территории Ленинградской области: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стационарных организаций отдыха детей сезонного действия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или круглогодичного действия;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лагерей палаточного типа, находящихся на территории стационарных организаций отдыха детей сезонного действия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или круглогодичного действия;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лагерей, организованных образовательными организациями, осуществляющими организацию отдыха и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оздоровления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в каникулярное время, с круглосуточным пребыванием;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лагерей труда и отдыха.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Разрешить с 16 июля 2020 года деятельность лагерей, организованных образовательными организациями, осуществляющими организацию отдыха и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оздоровления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обучающихся в каникулярное время, с дневным пребыванием, расположенных на территориях муниципальных образований Ленинградской области, отнесенных приложением 2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к настоящему постановлению к </w:t>
      </w:r>
      <w:hyperlink w:anchor="P250" w:history="1">
        <w:r w:rsidRPr="000F4917">
          <w:rPr>
            <w:rFonts w:ascii="Times New Roman" w:hAnsi="Times New Roman" w:cs="Times New Roman"/>
            <w:sz w:val="28"/>
            <w:szCs w:val="28"/>
          </w:rPr>
          <w:t>зонам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60" w:history="1">
        <w:r w:rsidRPr="000F491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0F4917">
        <w:rPr>
          <w:rFonts w:ascii="Times New Roman" w:hAnsi="Times New Roman" w:cs="Times New Roman"/>
          <w:sz w:val="28"/>
          <w:szCs w:val="28"/>
        </w:rPr>
        <w:t>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Деятельность указанных типов организаций отдыха детей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и их оздоровления всех форм собственности, расположенных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на территории Ленинградской области, разрешить при наличии решения межведомственного штаба по недопущению распространения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на территории Ленинградской области очагов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инфекции, вызванной COVID-19, по каждому типу организаций отдыха детей и их оздоровления, неукоснительном соблюдении Методических </w:t>
      </w:r>
      <w:hyperlink r:id="rId17" w:history="1">
        <w:r w:rsidRPr="000F4917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МР 3.1/2.4.0185-20 "Рекомендации по организации работы организаций отдыха детей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и их оздоровления в условиях сохранения рисков распространения COVID-2019" (далее – МР 3.1/2.4.0185-20), наличии санитарно-эпидемиологического заключения о соответствии деятельности,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чек-листа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по организации работы летних учреждений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для исключения невыполнения </w:t>
      </w:r>
      <w:hyperlink r:id="rId18" w:history="1">
        <w:r w:rsidRPr="000F4917">
          <w:rPr>
            <w:rFonts w:ascii="Times New Roman" w:hAnsi="Times New Roman" w:cs="Times New Roman"/>
            <w:sz w:val="28"/>
            <w:szCs w:val="28"/>
          </w:rPr>
          <w:t>МР 3.1/2.4.0185-20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, уведомления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о готовности функционирования организации в соответствии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</w:t>
      </w:r>
      <w:hyperlink r:id="rId19" w:history="1">
        <w:r w:rsidRPr="000F4917">
          <w:rPr>
            <w:rFonts w:ascii="Times New Roman" w:hAnsi="Times New Roman" w:cs="Times New Roman"/>
            <w:sz w:val="28"/>
            <w:szCs w:val="28"/>
          </w:rPr>
          <w:t>МР 3.1/2.4.0185-20</w:t>
        </w:r>
      </w:hyperlink>
      <w:r w:rsidRPr="000F4917">
        <w:rPr>
          <w:rFonts w:ascii="Times New Roman" w:hAnsi="Times New Roman" w:cs="Times New Roman"/>
          <w:sz w:val="28"/>
          <w:szCs w:val="28"/>
        </w:rPr>
        <w:t>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1.27.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Запрещается проведение массовых гуляний, зрелищных и иных массовых мероприятий, за исключением мероприятий, предусмотренных </w:t>
      </w:r>
      <w:hyperlink r:id="rId20" w:history="1">
        <w:r w:rsidRPr="000F4917">
          <w:rPr>
            <w:rFonts w:ascii="Times New Roman" w:hAnsi="Times New Roman" w:cs="Times New Roman"/>
            <w:sz w:val="28"/>
            <w:szCs w:val="28"/>
          </w:rPr>
          <w:t>разделом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"Массовые мероприятия, в том числе мероприятия, организованные органами местного самоуправления Ленинградской области в целях участия населения в осуществлении местного самоуправления, предусмотренные Федеральным законом от 6 октября 2003 года № 131-ФЗ "Об общих принципах организации местного самоуправления в Российской Федерации" приложения 2 к настоящему постановлению.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Запрещается проведение физкультурных и спортивных мероприятий, за исключением спортивных соревнований для видов спорта </w:t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</w:t>
      </w:r>
      <w:r w:rsidR="004D7326" w:rsidRPr="000F4917">
        <w:rPr>
          <w:rFonts w:ascii="Times New Roman" w:hAnsi="Times New Roman" w:cs="Times New Roman"/>
          <w:sz w:val="28"/>
          <w:szCs w:val="28"/>
        </w:rPr>
        <w:t>численностью</w:t>
      </w:r>
      <w:r w:rsidRPr="000F4917">
        <w:rPr>
          <w:rFonts w:ascii="Times New Roman" w:hAnsi="Times New Roman" w:cs="Times New Roman"/>
          <w:sz w:val="28"/>
          <w:szCs w:val="28"/>
        </w:rPr>
        <w:t xml:space="preserve"> одной команды не более 18 человек, с количеством посетителей, которое не может превышать 50 процентов от общей вместимости мест проведения таких мероприятий, с соблюдением требований, предусмотренных </w:t>
      </w:r>
      <w:hyperlink r:id="rId21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Граждане обязаны соблюдать режим самоизоляции в соответствии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постановлениями Главного государственного санитарного врача </w:t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по Ленинградской области. В случае выявления заражения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инфекцией (COVID-19) орган местного самоуправления муниципального района Ленинградской области обеспечивает решение бытовых вопросов граждан, соблюдающих режим самоизоляции, установленный Главным государственным санитарным врачом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по Ленинградской области, посредством организации работы волонтеров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и социальных работников.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Рекомендовать соблюдать режим самоизоляции граждан, страдающих хроническими заболеваниями, входящими в </w:t>
      </w:r>
      <w:hyperlink w:anchor="P198" w:history="1">
        <w:r w:rsidRPr="000F491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заболеваний, требующих соблюдения режима самоизоляции, согласно приложению 3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Рекомендовать медицинским организациям Ленинградской области выдавать больничный лист категориям граждан, указанным в абзаце </w:t>
      </w:r>
      <w:r w:rsidR="004D7326" w:rsidRPr="000F4917">
        <w:rPr>
          <w:rFonts w:ascii="Times New Roman" w:hAnsi="Times New Roman" w:cs="Times New Roman"/>
          <w:sz w:val="28"/>
          <w:szCs w:val="28"/>
        </w:rPr>
        <w:t>четверто</w:t>
      </w:r>
      <w:r w:rsidRPr="000F4917">
        <w:rPr>
          <w:rFonts w:ascii="Times New Roman" w:hAnsi="Times New Roman" w:cs="Times New Roman"/>
          <w:sz w:val="28"/>
          <w:szCs w:val="28"/>
        </w:rPr>
        <w:t>м настоящего пункта.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Занятия физической культурой и спортом на открытом воздухе,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том числе на открытых спортивных сооружениях, а также в помещениях осуществляются с соблюдением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Занятия физической культурой и спортом в бассейнах осуществляются с соблюдением требований, предусмотренных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Применение средств индивидуальной защиты органов дыхания (гигиеническая маска, респиратор) при посещении рынков, ярмарок, магазинов, аптек, а также иных помещений, в которых осуществляют деятельность юридические лица и индивидуальные предприниматели,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при проезде во всех видах транспорта общего пользования, в том числе такси, на территории Ленинградской области является обязательным,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за исключением случаев, предусмотренных абзацем </w:t>
      </w:r>
      <w:r w:rsidR="004D7326" w:rsidRPr="000F4917">
        <w:rPr>
          <w:rFonts w:ascii="Times New Roman" w:hAnsi="Times New Roman" w:cs="Times New Roman"/>
          <w:sz w:val="28"/>
          <w:szCs w:val="28"/>
        </w:rPr>
        <w:t>девят</w:t>
      </w:r>
      <w:r w:rsidRPr="000F4917">
        <w:rPr>
          <w:rFonts w:ascii="Times New Roman" w:hAnsi="Times New Roman" w:cs="Times New Roman"/>
          <w:sz w:val="28"/>
          <w:szCs w:val="28"/>
        </w:rPr>
        <w:t xml:space="preserve">ым настоящего </w:t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lastRenderedPageBreak/>
        <w:t xml:space="preserve">пункта и </w:t>
      </w:r>
      <w:hyperlink w:anchor="P236" w:history="1">
        <w:r w:rsidRPr="000F4917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>. Применение перчаток носит рекомендательный характер.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Обязанность применения средств индивидуальной защиты органов дыхания (гигиеническая маска, респиратор) не распространяется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на нахождение граждан в помещениях органа записи актов гражданского состояния во время проведения торжественной регистрации брака,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на нахождение посетителей в помещениях фитнес-центров (фитнес-клубов) и плавательных бассейнов, в помещениях организаций, оказывающих банные услуги, организаций общественного питания, парикмахерских и салонов красоты (исключительно при оказании услуг, получение которых посетителями с использованием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средств индивидуальной защиты невозможно).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1.28. Физкультурно-спортивным организациям, осуществляющим спортивную подготовку в Ленинградской области, организовать реализацию программ спортивной подготовки на территории Ленинградской области в соответствии с требованиями разделов "</w:t>
      </w:r>
      <w:hyperlink w:anchor="P323" w:history="1">
        <w:r w:rsidRPr="000F4917">
          <w:rPr>
            <w:rFonts w:ascii="Times New Roman" w:hAnsi="Times New Roman" w:cs="Times New Roman"/>
            <w:sz w:val="28"/>
            <w:szCs w:val="28"/>
          </w:rPr>
          <w:t>Спорт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на открытом воздухе" и "</w:t>
      </w:r>
      <w:hyperlink w:anchor="P326" w:history="1">
        <w:r w:rsidRPr="000F4917">
          <w:rPr>
            <w:rFonts w:ascii="Times New Roman" w:hAnsi="Times New Roman" w:cs="Times New Roman"/>
            <w:sz w:val="28"/>
            <w:szCs w:val="28"/>
          </w:rPr>
          <w:t>Спорт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в помещениях" согласно приложению 2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1.29. Образовательным организациям, реализующим программы профессионального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обучения по подготовке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водителей транспортных средств, практическое обучение организовывать при строгом соблюдении профилактических санитарно-эпидемиологических мероприятий.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1.30.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Государственным бюджетным и автономным учреждениям Ленинградской области, осуществляющим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инфекции, перечень которых утверждается Правительством Российской Федерации, и государственным автономным и бюджетным учреждениям Ленинградской области, осуществляющим реализацию образовательных программ профессионального обучения лиц с ограниченными возможностями здоровья и инвалидов, в период приостановления (частичного приостановления) их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деятельности при принятии мер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по обеспечению санитарно-эпидемиологического благополучия населения на территории Ленинградской области в связи с распространением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инфекции, осуществлять в 2020 году расходы по оплате труда работников этих учреждений в целях обеспечения уровня оплаты труда, установленного трудовым законодательством Российской Федерации, налогов и сборов, страховых взносов, установленных законодательством Российской Федерации, и расходы, связанные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с оплатой коммунальных услуг и содержанием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имущества, в том числе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за счет средств субсидии на финансовое обеспечение выполнения государственного задания на оказание государственных услуг (выполнение работ), в соответствии с планом финансово-хозяйственной деятельности такого учреждения, утвержденным в установленном законодательством </w:t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="004D7326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lastRenderedPageBreak/>
        <w:t>порядке, независимо от объема оказанных ими государственных услуг (выполненных работ).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1.31.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 xml:space="preserve">Муниципальным районам (городскому округу) Ленинградской области реализовывать мероприятия по организации отдыха детей,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в том числе находящихся в трудной жизненной ситуации, в каникулярное время независимо от установленных значений результатов использования субсидии на организацию отдыха детей в каникулярное время с учетом принятия мер по обеспечению санитарно-эпидемиологического благополучия населения на территории Ленинградской области в связи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с распространением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(COVID-19).</w:t>
      </w:r>
      <w:proofErr w:type="gramEnd"/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2. Несоблюдение требований, установленных настоящим постановлением, влечет привлечение к административной ответственности, в том числе приостановку деятельности.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3. </w:t>
      </w:r>
      <w:hyperlink r:id="rId22" w:history="1">
        <w:r w:rsidRPr="000F491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F4917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13 марта 2020 года </w:t>
      </w:r>
      <w:r w:rsidR="004D7326" w:rsidRPr="000F4917">
        <w:rPr>
          <w:rFonts w:ascii="Times New Roman" w:hAnsi="Times New Roman" w:cs="Times New Roman"/>
          <w:sz w:val="28"/>
          <w:szCs w:val="28"/>
        </w:rPr>
        <w:t>№</w:t>
      </w:r>
      <w:r w:rsidRPr="000F4917">
        <w:rPr>
          <w:rFonts w:ascii="Times New Roman" w:hAnsi="Times New Roman" w:cs="Times New Roman"/>
          <w:sz w:val="28"/>
          <w:szCs w:val="28"/>
        </w:rPr>
        <w:t xml:space="preserve"> 117 "О введении на территории Ленинградской области режима повышенной готовности для органов управления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и сил Ленинградской областной подсистемы РСЧС и некоторых мерах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COVID-19 на территории Ленинградской области" действует в части,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>не противоречащей настоящему постановлению.</w:t>
      </w:r>
    </w:p>
    <w:p w:rsidR="001A4645" w:rsidRPr="000F4917" w:rsidRDefault="004D7326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>4</w:t>
      </w:r>
      <w:r w:rsidR="001A4645" w:rsidRPr="000F4917">
        <w:rPr>
          <w:rFonts w:ascii="Times New Roman" w:hAnsi="Times New Roman" w:cs="Times New Roman"/>
          <w:sz w:val="28"/>
          <w:szCs w:val="28"/>
        </w:rPr>
        <w:t>. Признать утратившими силу: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11 мая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2020 года № </w:t>
      </w:r>
      <w:r w:rsidR="00EB6C4C" w:rsidRPr="000F4917">
        <w:rPr>
          <w:rFonts w:ascii="Times New Roman" w:hAnsi="Times New Roman" w:cs="Times New Roman"/>
          <w:sz w:val="28"/>
          <w:szCs w:val="28"/>
        </w:rPr>
        <w:t>2</w:t>
      </w:r>
      <w:r w:rsidRPr="000F4917">
        <w:rPr>
          <w:rFonts w:ascii="Times New Roman" w:hAnsi="Times New Roman" w:cs="Times New Roman"/>
          <w:sz w:val="28"/>
          <w:szCs w:val="28"/>
        </w:rPr>
        <w:t xml:space="preserve">77 "О мерах 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0F4917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0F4917">
        <w:rPr>
          <w:rFonts w:ascii="Times New Roman" w:hAnsi="Times New Roman" w:cs="Times New Roman"/>
          <w:sz w:val="28"/>
          <w:szCs w:val="28"/>
        </w:rPr>
        <w:t>-19) на территории Ленинградской области</w:t>
      </w:r>
      <w:r w:rsidR="004D7326" w:rsidRPr="000F4917">
        <w:rPr>
          <w:rFonts w:ascii="Times New Roman" w:hAnsi="Times New Roman" w:cs="Times New Roman"/>
          <w:sz w:val="28"/>
          <w:szCs w:val="28"/>
        </w:rPr>
        <w:t>"</w:t>
      </w:r>
      <w:r w:rsidRPr="000F49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12 мая </w:t>
      </w:r>
      <w:r w:rsidR="00785AAF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2020 года № 278 "О внесении изменений в постановление Правительства Ленинградской области от 11 мая 2020 года </w:t>
      </w:r>
      <w:r w:rsidR="00EB6C4C" w:rsidRPr="000F4917">
        <w:rPr>
          <w:rFonts w:ascii="Times New Roman" w:hAnsi="Times New Roman" w:cs="Times New Roman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sz w:val="28"/>
          <w:szCs w:val="28"/>
        </w:rPr>
        <w:t xml:space="preserve">"О мерах </w:t>
      </w:r>
      <w:r w:rsidR="00EB6C4C" w:rsidRPr="000F4917">
        <w:rPr>
          <w:rFonts w:ascii="Times New Roman" w:hAnsi="Times New Roman" w:cs="Times New Roman"/>
          <w:sz w:val="28"/>
          <w:szCs w:val="28"/>
        </w:rPr>
        <w:br/>
      </w:r>
      <w:r w:rsidRPr="000F4917">
        <w:rPr>
          <w:rFonts w:ascii="Times New Roman" w:hAnsi="Times New Roman" w:cs="Times New Roman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sz w:val="28"/>
          <w:szCs w:val="28"/>
        </w:rPr>
        <w:t xml:space="preserve"> инфекции (COVID-19) на территории </w:t>
      </w:r>
      <w:r w:rsidR="00122178" w:rsidRPr="000F491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0F4917">
        <w:rPr>
          <w:rFonts w:ascii="Times New Roman" w:hAnsi="Times New Roman" w:cs="Times New Roman"/>
          <w:sz w:val="28"/>
          <w:szCs w:val="28"/>
        </w:rPr>
        <w:t>";</w:t>
      </w:r>
    </w:p>
    <w:p w:rsidR="001A4645" w:rsidRPr="000F4917" w:rsidRDefault="001A4645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16 мая </w:t>
      </w:r>
      <w:r w:rsidR="00785AAF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2020 года № 291 "О внесении изменений в постановление Правительства Ленинградской области от 11 мая 2020 года </w:t>
      </w:r>
      <w:r w:rsidR="00EB6C4C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EB6C4C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1A4645" w:rsidRPr="000F4917" w:rsidRDefault="001A4645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19 мая </w:t>
      </w:r>
      <w:r w:rsidR="00785AAF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2020 года № 315 "О внесении изменений в постановление Правительства Ленинградской области от 11 мая 2020 года </w:t>
      </w:r>
      <w:r w:rsidR="00EB6C4C" w:rsidRPr="000F4917">
        <w:rPr>
          <w:rFonts w:ascii="Times New Roman" w:hAnsi="Times New Roman" w:cs="Times New Roman"/>
          <w:b w:val="0"/>
          <w:sz w:val="28"/>
          <w:szCs w:val="28"/>
        </w:rPr>
        <w:t>№ 277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"; </w:t>
      </w:r>
    </w:p>
    <w:p w:rsidR="001A4645" w:rsidRPr="000F4917" w:rsidRDefault="001A4645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22 мая </w:t>
      </w:r>
      <w:r w:rsidR="00785AAF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2020 года № 324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"; </w:t>
      </w:r>
    </w:p>
    <w:p w:rsidR="001A4645" w:rsidRPr="000F4917" w:rsidRDefault="001A4645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постановление Правительства Ленинградской области от 25 мая </w:t>
      </w:r>
      <w:r w:rsidR="00785AAF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2020 года № 335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территории Ленинградской области"; </w:t>
      </w:r>
    </w:p>
    <w:p w:rsidR="001A4645" w:rsidRPr="000F4917" w:rsidRDefault="001A4645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27 мая </w:t>
      </w:r>
      <w:r w:rsidR="00785AAF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>2020 года № 340 "О внесении изменени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>я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1A4645" w:rsidRPr="000F4917" w:rsidRDefault="001A4645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29 мая </w:t>
      </w:r>
      <w:r w:rsidR="00785AAF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2020 года № 347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1A4645" w:rsidRPr="000F4917" w:rsidRDefault="001A4645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5 июня 2020 года № 370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1A4645" w:rsidRPr="000F4917" w:rsidRDefault="001A4645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</w:t>
      </w:r>
      <w:r w:rsidR="00457122" w:rsidRPr="000F4917">
        <w:rPr>
          <w:rFonts w:ascii="Times New Roman" w:hAnsi="Times New Roman" w:cs="Times New Roman"/>
          <w:b w:val="0"/>
          <w:sz w:val="28"/>
          <w:szCs w:val="28"/>
        </w:rPr>
        <w:t>9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июня 2020 года № 3</w:t>
      </w:r>
      <w:r w:rsidR="00457122" w:rsidRPr="000F4917">
        <w:rPr>
          <w:rFonts w:ascii="Times New Roman" w:hAnsi="Times New Roman" w:cs="Times New Roman"/>
          <w:b w:val="0"/>
          <w:sz w:val="28"/>
          <w:szCs w:val="28"/>
        </w:rPr>
        <w:t>9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0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122178" w:rsidRPr="000F4917" w:rsidRDefault="00122178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12 июня 2020 года № 392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территории Ленинградской области";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17 июня 2020 года № 414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26 июня 2020 года № 447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30 июня 2020 года № 478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постановление Правительства Ленинградской области от 3 июля 2020 года № 486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15 июля 2020 года № 501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16 июля 2020 года № 503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22 июля 2020 года № 515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24 июля 2020 года № 521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>";</w:t>
      </w:r>
    </w:p>
    <w:p w:rsidR="00457122" w:rsidRPr="000F4917" w:rsidRDefault="00457122" w:rsidP="001A46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Ленинградской области от 4 августа 2020 года № 539 "О внесении изменений в постановление Правительства Ленинградской области от 11 мая 2020 года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t xml:space="preserve">№ 277 </w:t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"О мерах </w:t>
      </w:r>
      <w:r w:rsidR="00125CA4" w:rsidRPr="000F4917">
        <w:rPr>
          <w:rFonts w:ascii="Times New Roman" w:hAnsi="Times New Roman" w:cs="Times New Roman"/>
          <w:b w:val="0"/>
          <w:sz w:val="28"/>
          <w:szCs w:val="28"/>
        </w:rPr>
        <w:br/>
      </w:r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по предотвращению распространения новой </w:t>
      </w:r>
      <w:proofErr w:type="spellStart"/>
      <w:r w:rsidRPr="000F491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0F4917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</w:t>
      </w:r>
      <w:r w:rsidR="00122178" w:rsidRPr="000F4917">
        <w:rPr>
          <w:rFonts w:ascii="Times New Roman" w:hAnsi="Times New Roman" w:cs="Times New Roman"/>
          <w:b w:val="0"/>
          <w:sz w:val="28"/>
          <w:szCs w:val="28"/>
        </w:rPr>
        <w:t>ерритории Ленинградской области".</w:t>
      </w:r>
    </w:p>
    <w:p w:rsidR="004D7326" w:rsidRPr="000F4917" w:rsidRDefault="004D7326" w:rsidP="004D73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Pr="000F4917">
        <w:rPr>
          <w:rFonts w:ascii="Times New Roman" w:hAnsi="Times New Roman" w:cs="Times New Roman"/>
          <w:sz w:val="28"/>
          <w:szCs w:val="28"/>
        </w:rPr>
        <w:br/>
        <w:t xml:space="preserve">на заместителей Председателя Правительства Ленинградской области </w:t>
      </w:r>
      <w:r w:rsidRPr="000F4917">
        <w:rPr>
          <w:rFonts w:ascii="Times New Roman" w:hAnsi="Times New Roman" w:cs="Times New Roman"/>
          <w:sz w:val="28"/>
          <w:szCs w:val="28"/>
        </w:rPr>
        <w:br/>
        <w:t>и вице-губернаторов Ленинградской области, курирующих соответствующую сферу деятельности.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17">
        <w:rPr>
          <w:rFonts w:ascii="Times New Roman" w:hAnsi="Times New Roman" w:cs="Times New Roman"/>
          <w:sz w:val="28"/>
          <w:szCs w:val="28"/>
        </w:rPr>
        <w:t xml:space="preserve">6. Настоящее постановление вступает в силу </w:t>
      </w:r>
      <w:proofErr w:type="gramStart"/>
      <w:r w:rsidRPr="000F4917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0F491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A4645" w:rsidRPr="000F4917" w:rsidRDefault="001A4645" w:rsidP="001A4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50C" w:rsidRPr="000F4917" w:rsidRDefault="00D5450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D5450C" w:rsidRPr="000F4917">
        <w:tc>
          <w:tcPr>
            <w:tcW w:w="4644" w:type="dxa"/>
          </w:tcPr>
          <w:p w:rsidR="00D5450C" w:rsidRPr="000F4917" w:rsidRDefault="00D5450C">
            <w:pPr>
              <w:ind w:firstLine="0"/>
            </w:pPr>
            <w:r w:rsidRPr="000F4917">
              <w:t>Губернатор</w:t>
            </w:r>
          </w:p>
          <w:p w:rsidR="00D5450C" w:rsidRPr="000F4917" w:rsidRDefault="00D5450C">
            <w:pPr>
              <w:ind w:firstLine="0"/>
            </w:pPr>
            <w:r w:rsidRPr="000F4917">
              <w:t>Ленинградской области</w:t>
            </w:r>
          </w:p>
        </w:tc>
        <w:tc>
          <w:tcPr>
            <w:tcW w:w="4644" w:type="dxa"/>
          </w:tcPr>
          <w:p w:rsidR="00D5450C" w:rsidRPr="000F4917" w:rsidRDefault="00D5450C">
            <w:pPr>
              <w:ind w:firstLine="0"/>
            </w:pPr>
          </w:p>
          <w:p w:rsidR="00D5450C" w:rsidRPr="000F4917" w:rsidRDefault="004625E5">
            <w:pPr>
              <w:ind w:firstLine="0"/>
              <w:jc w:val="right"/>
            </w:pPr>
            <w:proofErr w:type="spellStart"/>
            <w:r w:rsidRPr="000F4917">
              <w:t>А</w:t>
            </w:r>
            <w:r w:rsidR="00D5450C" w:rsidRPr="000F4917">
              <w:t>.</w:t>
            </w:r>
            <w:r w:rsidRPr="000F4917">
              <w:t>Дрозденко</w:t>
            </w:r>
            <w:proofErr w:type="spellEnd"/>
          </w:p>
        </w:tc>
      </w:tr>
    </w:tbl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p w:rsidR="00D5450C" w:rsidRPr="000F4917" w:rsidRDefault="00D5450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0F4917" w:rsidRPr="000F4917">
        <w:tc>
          <w:tcPr>
            <w:tcW w:w="9288" w:type="dxa"/>
          </w:tcPr>
          <w:p w:rsidR="00D5450C" w:rsidRPr="000F4917" w:rsidRDefault="00D5450C">
            <w:pPr>
              <w:ind w:firstLine="0"/>
              <w:rPr>
                <w:sz w:val="24"/>
              </w:rPr>
            </w:pPr>
            <w:r w:rsidRPr="000F4917">
              <w:rPr>
                <w:sz w:val="24"/>
              </w:rPr>
              <w:t>Согласовано:</w:t>
            </w:r>
          </w:p>
          <w:p w:rsidR="00D5450C" w:rsidRPr="000F4917" w:rsidRDefault="00D5450C">
            <w:pPr>
              <w:ind w:firstLine="0"/>
              <w:rPr>
                <w:sz w:val="24"/>
              </w:rPr>
            </w:pPr>
          </w:p>
        </w:tc>
      </w:tr>
      <w:tr w:rsidR="00C85236" w:rsidRPr="000F4917">
        <w:tc>
          <w:tcPr>
            <w:tcW w:w="9288" w:type="dxa"/>
          </w:tcPr>
          <w:p w:rsidR="00D5450C" w:rsidRPr="000F4917" w:rsidRDefault="00D5450C">
            <w:pPr>
              <w:ind w:firstLine="0"/>
              <w:rPr>
                <w:sz w:val="24"/>
              </w:rPr>
            </w:pPr>
            <w:r w:rsidRPr="000F4917">
              <w:rPr>
                <w:sz w:val="24"/>
              </w:rPr>
              <w:t>Исп.</w:t>
            </w:r>
          </w:p>
        </w:tc>
      </w:tr>
    </w:tbl>
    <w:p w:rsidR="00D5450C" w:rsidRPr="000F4917" w:rsidRDefault="00D5450C">
      <w:pPr>
        <w:ind w:firstLine="0"/>
      </w:pPr>
    </w:p>
    <w:sectPr w:rsidR="00D5450C" w:rsidRPr="000F4917">
      <w:headerReference w:type="even" r:id="rId23"/>
      <w:headerReference w:type="default" r:id="rId24"/>
      <w:pgSz w:w="11907" w:h="16840" w:code="9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0CD" w:rsidRDefault="00F200CD">
      <w:r>
        <w:separator/>
      </w:r>
    </w:p>
  </w:endnote>
  <w:endnote w:type="continuationSeparator" w:id="0">
    <w:p w:rsidR="00F200CD" w:rsidRDefault="00F2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0CD" w:rsidRDefault="00F200CD">
      <w:r>
        <w:separator/>
      </w:r>
    </w:p>
  </w:footnote>
  <w:footnote w:type="continuationSeparator" w:id="0">
    <w:p w:rsidR="00F200CD" w:rsidRDefault="00F20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02" w:rsidRDefault="00C21E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1E02" w:rsidRDefault="00C21E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02" w:rsidRDefault="00C21E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4917">
      <w:rPr>
        <w:rStyle w:val="a7"/>
        <w:noProof/>
      </w:rPr>
      <w:t>19</w:t>
    </w:r>
    <w:r>
      <w:rPr>
        <w:rStyle w:val="a7"/>
      </w:rPr>
      <w:fldChar w:fldCharType="end"/>
    </w:r>
  </w:p>
  <w:p w:rsidR="00C21E02" w:rsidRDefault="00C21E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C6CFE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0AA260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9A346D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10FE39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81B80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D3B460D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12C08DA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900A4C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0fe0678-3443-4f3c-8528-c2f0ebcd7a4a"/>
  </w:docVars>
  <w:rsids>
    <w:rsidRoot w:val="000D2FCD"/>
    <w:rsid w:val="000D2FCD"/>
    <w:rsid w:val="000F4917"/>
    <w:rsid w:val="00122178"/>
    <w:rsid w:val="00125CA4"/>
    <w:rsid w:val="001A4645"/>
    <w:rsid w:val="00304B3D"/>
    <w:rsid w:val="003A5E6B"/>
    <w:rsid w:val="00457122"/>
    <w:rsid w:val="004625E5"/>
    <w:rsid w:val="004D7326"/>
    <w:rsid w:val="00517112"/>
    <w:rsid w:val="005548B4"/>
    <w:rsid w:val="005B7040"/>
    <w:rsid w:val="0060458B"/>
    <w:rsid w:val="00785AAF"/>
    <w:rsid w:val="007C10FC"/>
    <w:rsid w:val="007D0840"/>
    <w:rsid w:val="007D7CC6"/>
    <w:rsid w:val="00853647"/>
    <w:rsid w:val="009536C3"/>
    <w:rsid w:val="00A814E3"/>
    <w:rsid w:val="00A831AE"/>
    <w:rsid w:val="00BA47D6"/>
    <w:rsid w:val="00BD5688"/>
    <w:rsid w:val="00C21E02"/>
    <w:rsid w:val="00C85236"/>
    <w:rsid w:val="00D317FC"/>
    <w:rsid w:val="00D5450C"/>
    <w:rsid w:val="00D8707A"/>
    <w:rsid w:val="00EB6C4C"/>
    <w:rsid w:val="00F200CD"/>
    <w:rsid w:val="00F37C04"/>
    <w:rsid w:val="00FE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720"/>
      <w:jc w:val="both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  <w:ind w:firstLine="0"/>
    </w:pPr>
    <w:rPr>
      <w:sz w:val="24"/>
    </w:rPr>
  </w:style>
  <w:style w:type="character" w:styleId="a7">
    <w:name w:val="page number"/>
    <w:basedOn w:val="a2"/>
  </w:style>
  <w:style w:type="paragraph" w:styleId="20">
    <w:name w:val="List Bullet 2"/>
    <w:basedOn w:val="a1"/>
    <w:autoRedefine/>
    <w:pPr>
      <w:numPr>
        <w:numId w:val="1"/>
      </w:numPr>
      <w:ind w:left="0" w:firstLine="641"/>
    </w:pPr>
  </w:style>
  <w:style w:type="paragraph" w:styleId="30">
    <w:name w:val="List Bullet 3"/>
    <w:basedOn w:val="a1"/>
    <w:autoRedefine/>
    <w:pPr>
      <w:numPr>
        <w:numId w:val="2"/>
      </w:numPr>
      <w:ind w:left="0" w:firstLine="720"/>
    </w:pPr>
  </w:style>
  <w:style w:type="paragraph" w:styleId="a0">
    <w:name w:val="List Bullet"/>
    <w:basedOn w:val="a1"/>
    <w:autoRedefine/>
    <w:pPr>
      <w:numPr>
        <w:numId w:val="4"/>
      </w:numPr>
      <w:ind w:left="0" w:firstLine="680"/>
    </w:pPr>
  </w:style>
  <w:style w:type="paragraph" w:styleId="a">
    <w:name w:val="List Number"/>
    <w:basedOn w:val="a1"/>
    <w:pPr>
      <w:numPr>
        <w:numId w:val="5"/>
      </w:numPr>
      <w:ind w:left="0" w:firstLine="680"/>
    </w:pPr>
  </w:style>
  <w:style w:type="paragraph" w:styleId="2">
    <w:name w:val="List Number 2"/>
    <w:basedOn w:val="a1"/>
    <w:pPr>
      <w:numPr>
        <w:numId w:val="6"/>
      </w:numPr>
      <w:ind w:left="0" w:firstLine="680"/>
    </w:pPr>
  </w:style>
  <w:style w:type="paragraph" w:styleId="3">
    <w:name w:val="List Number 3"/>
    <w:basedOn w:val="a1"/>
    <w:pPr>
      <w:numPr>
        <w:numId w:val="7"/>
      </w:numPr>
      <w:ind w:left="0" w:firstLine="709"/>
    </w:pPr>
  </w:style>
  <w:style w:type="paragraph" w:styleId="4">
    <w:name w:val="List Number 4"/>
    <w:basedOn w:val="a1"/>
    <w:pPr>
      <w:numPr>
        <w:numId w:val="8"/>
      </w:numPr>
      <w:ind w:left="0" w:firstLine="709"/>
    </w:pPr>
  </w:style>
  <w:style w:type="paragraph" w:styleId="a8">
    <w:name w:val="Body Text"/>
    <w:basedOn w:val="a1"/>
    <w:pPr>
      <w:shd w:val="clear" w:color="auto" w:fill="FFFFFF"/>
      <w:ind w:firstLine="0"/>
    </w:pPr>
    <w:rPr>
      <w:b/>
      <w:snapToGrid w:val="0"/>
      <w:color w:val="000000"/>
      <w:sz w:val="24"/>
    </w:rPr>
  </w:style>
  <w:style w:type="paragraph" w:customStyle="1" w:styleId="ConsPlusTitle">
    <w:name w:val="ConsPlusTitle"/>
    <w:rsid w:val="001A464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1A464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List Paragraph"/>
    <w:basedOn w:val="a1"/>
    <w:uiPriority w:val="34"/>
    <w:qFormat/>
    <w:rsid w:val="001A4645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1A46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720"/>
      <w:jc w:val="both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  <w:ind w:firstLine="0"/>
    </w:pPr>
    <w:rPr>
      <w:sz w:val="24"/>
    </w:rPr>
  </w:style>
  <w:style w:type="character" w:styleId="a7">
    <w:name w:val="page number"/>
    <w:basedOn w:val="a2"/>
  </w:style>
  <w:style w:type="paragraph" w:styleId="20">
    <w:name w:val="List Bullet 2"/>
    <w:basedOn w:val="a1"/>
    <w:autoRedefine/>
    <w:pPr>
      <w:numPr>
        <w:numId w:val="1"/>
      </w:numPr>
      <w:ind w:left="0" w:firstLine="641"/>
    </w:pPr>
  </w:style>
  <w:style w:type="paragraph" w:styleId="30">
    <w:name w:val="List Bullet 3"/>
    <w:basedOn w:val="a1"/>
    <w:autoRedefine/>
    <w:pPr>
      <w:numPr>
        <w:numId w:val="2"/>
      </w:numPr>
      <w:ind w:left="0" w:firstLine="720"/>
    </w:pPr>
  </w:style>
  <w:style w:type="paragraph" w:styleId="a0">
    <w:name w:val="List Bullet"/>
    <w:basedOn w:val="a1"/>
    <w:autoRedefine/>
    <w:pPr>
      <w:numPr>
        <w:numId w:val="4"/>
      </w:numPr>
      <w:ind w:left="0" w:firstLine="680"/>
    </w:pPr>
  </w:style>
  <w:style w:type="paragraph" w:styleId="a">
    <w:name w:val="List Number"/>
    <w:basedOn w:val="a1"/>
    <w:pPr>
      <w:numPr>
        <w:numId w:val="5"/>
      </w:numPr>
      <w:ind w:left="0" w:firstLine="680"/>
    </w:pPr>
  </w:style>
  <w:style w:type="paragraph" w:styleId="2">
    <w:name w:val="List Number 2"/>
    <w:basedOn w:val="a1"/>
    <w:pPr>
      <w:numPr>
        <w:numId w:val="6"/>
      </w:numPr>
      <w:ind w:left="0" w:firstLine="680"/>
    </w:pPr>
  </w:style>
  <w:style w:type="paragraph" w:styleId="3">
    <w:name w:val="List Number 3"/>
    <w:basedOn w:val="a1"/>
    <w:pPr>
      <w:numPr>
        <w:numId w:val="7"/>
      </w:numPr>
      <w:ind w:left="0" w:firstLine="709"/>
    </w:pPr>
  </w:style>
  <w:style w:type="paragraph" w:styleId="4">
    <w:name w:val="List Number 4"/>
    <w:basedOn w:val="a1"/>
    <w:pPr>
      <w:numPr>
        <w:numId w:val="8"/>
      </w:numPr>
      <w:ind w:left="0" w:firstLine="709"/>
    </w:pPr>
  </w:style>
  <w:style w:type="paragraph" w:styleId="a8">
    <w:name w:val="Body Text"/>
    <w:basedOn w:val="a1"/>
    <w:pPr>
      <w:shd w:val="clear" w:color="auto" w:fill="FFFFFF"/>
      <w:ind w:firstLine="0"/>
    </w:pPr>
    <w:rPr>
      <w:b/>
      <w:snapToGrid w:val="0"/>
      <w:color w:val="000000"/>
      <w:sz w:val="24"/>
    </w:rPr>
  </w:style>
  <w:style w:type="paragraph" w:customStyle="1" w:styleId="ConsPlusTitle">
    <w:name w:val="ConsPlusTitle"/>
    <w:rsid w:val="001A464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1A464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List Paragraph"/>
    <w:basedOn w:val="a1"/>
    <w:uiPriority w:val="34"/>
    <w:qFormat/>
    <w:rsid w:val="001A4645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1A4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831F81D304183B67E1632A8414A8D69E61AA0765453EBFBAEAA6793EC1A08B87E03EBE7B05FF5CD2653E12B822D6E7145681C1L9e5G" TargetMode="External"/><Relationship Id="rId13" Type="http://schemas.openxmlformats.org/officeDocument/2006/relationships/hyperlink" Target="consultantplus://offline/ref=B4831F81D304183B67E1632A8414A8D69E67A30660423EBFBAEAA6793EC1A08B95E066B0780FB50D9E2E3113BBL3eCG" TargetMode="External"/><Relationship Id="rId18" Type="http://schemas.openxmlformats.org/officeDocument/2006/relationships/hyperlink" Target="consultantplus://offline/ref=B4831F81D304183B67E1632A8414A8D69E67A9006F423EBFBAEAA6793EC1A08B95E066B0780FB50D9E2E3113BBL3eCG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B08C8967969C0AB2352B80661210DE3243920D95A2D37138B91EBBA75763B29F6369DD089AD2695A0FFE99B9CAF2AEB704577E8C585CEE1dBd7P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4831F81D304183B67E17C3B9114A8D69F60A3046F463EBFBAEAA6793EC1A08B95E066B0780FB50D9E2E3113BBL3eCG" TargetMode="External"/><Relationship Id="rId17" Type="http://schemas.openxmlformats.org/officeDocument/2006/relationships/hyperlink" Target="consultantplus://offline/ref=B4831F81D304183B67E1632A8414A8D69E67A9006F423EBFBAEAA6793EC1A08B95E066B0780FB50D9E2E3113BBL3eC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4831F81D304183B67E1632A8414A8D69E67AB0464463EBFBAEAA6793EC1A08B95E066B0780FB50D9E2E3113BBL3eCG" TargetMode="External"/><Relationship Id="rId20" Type="http://schemas.openxmlformats.org/officeDocument/2006/relationships/hyperlink" Target="consultantplus://offline/ref=F5324D4BAA3FD7E730B02337A6AD3280C3FB8CC9FD805FA898B2B1D05032A13F1F3C117D1D515DE48F41910D0DAD74629F3F3C15A482881FIEM0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4831F81D304183B67E1632A8414A8D69E66A30261453EBFBAEAA6793EC1A08B95E066B0780FB50D9E2E3113BBL3eCG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4831F81D304183B67E1632A8414A8D69E67A90F64453EBFBAEAA6793EC1A08B95E066B0780FB50D9E2E3113BBL3eCG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B4831F81D304183B67E1632A8414A8D69E66AD0E60473EBFBAEAA6793EC1A08B87E03EBC790EAB0D913B6742FD69DBEE0B4A81CB8BAE0ABCL4e7G" TargetMode="External"/><Relationship Id="rId19" Type="http://schemas.openxmlformats.org/officeDocument/2006/relationships/hyperlink" Target="consultantplus://offline/ref=B4831F81D304183B67E1632A8414A8D69E67A9006F423EBFBAEAA6793EC1A08B95E066B0780FB50D9E2E3113BBL3e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831F81D304183B67E17C3B9114A8D69F60AE046E423EBFBAEAA6793EC1A08B95E066B0780FB50D9E2E3113BBL3eCG" TargetMode="External"/><Relationship Id="rId14" Type="http://schemas.openxmlformats.org/officeDocument/2006/relationships/hyperlink" Target="consultantplus://offline/ref=B4831F81D304183B67E1632A8414A8D69E66AD016F413EBFBAEAA6793EC1A08B87E03EBC790EAB0C953B6742FD69DBEE0B4A81CB8BAE0ABCL4e7G" TargetMode="External"/><Relationship Id="rId22" Type="http://schemas.openxmlformats.org/officeDocument/2006/relationships/hyperlink" Target="consultantplus://offline/ref=B4831F81D304183B67E17C3B9114A8D69F60AE046E423EBFBAEAA6793EC1A08B95E066B0780FB50D9E2E3113BBL3eC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_vasinskaja\AppData\Local\Temp\bdttmp\92a7c27f-f353-4ebe-ac8b-d17d3180fd8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92a7c27f-f353-4ebe-ac8b-d17d3180fd8d</Template>
  <TotalTime>2</TotalTime>
  <Pages>19</Pages>
  <Words>7071</Words>
  <Characters>40305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оказании единовременной материальной помощи Михайлову В</vt:lpstr>
    </vt:vector>
  </TitlesOfParts>
  <Company>Ajax</Company>
  <LinksUpToDate>false</LinksUpToDate>
  <CharactersWithSpaces>47282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оказании единовременной материальной помощи Михайлову В</dc:title>
  <dc:creator>Ольга Анатольевна ВАСИНСКАЯ</dc:creator>
  <cp:lastModifiedBy>Татьяна Анатольевна Гладышева</cp:lastModifiedBy>
  <cp:revision>3</cp:revision>
  <cp:lastPrinted>2020-08-13T08:21:00Z</cp:lastPrinted>
  <dcterms:created xsi:type="dcterms:W3CDTF">2020-08-13T09:55:00Z</dcterms:created>
  <dcterms:modified xsi:type="dcterms:W3CDTF">2020-08-13T10:09:00Z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80fe0678-3443-4f3c-8528-c2f0ebcd7a4a</vt:lpwstr>
  </property>
</Properties>
</file>